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312BE9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AA2470" w:rsidRDefault="00AA2470" w:rsidP="00374A16">
      <w:pPr>
        <w:spacing w:after="120" w:line="240" w:lineRule="auto"/>
        <w:ind w:left="4536"/>
        <w:rPr>
          <w:rFonts w:cs="Arial"/>
        </w:rPr>
      </w:pPr>
    </w:p>
    <w:sectPr w:rsidR="00AA2470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AA2470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AA2470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A36DB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icro-crèche Mosaïque</w:t>
                          </w:r>
                        </w:p>
                        <w:p w:rsidR="00256C33" w:rsidRDefault="00A36DB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190 rue du Verger</w:t>
                          </w:r>
                        </w:p>
                        <w:p w:rsidR="00256C33" w:rsidRDefault="00A36DB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44150 ANCENIS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A36DB9" w:rsidRPr="00951A96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mc-mosaique-</w:t>
                            </w:r>
                            <w:r w:rsidR="00A36DB9" w:rsidRPr="00951A96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A36DB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51 14 12 79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8704C3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A36DB9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00056</w:t>
                          </w:r>
                        </w:p>
                        <w:p w:rsidR="00256C33" w:rsidRPr="00BD52B4" w:rsidRDefault="00312BE9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La micro-crèche Mosaïque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A36DB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icro-crèche Mosaïque</w:t>
                    </w:r>
                  </w:p>
                  <w:p w:rsidR="00256C33" w:rsidRDefault="00A36DB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190 rue du Verger</w:t>
                    </w:r>
                  </w:p>
                  <w:p w:rsidR="00256C33" w:rsidRDefault="00A36DB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44150 ANCENIS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A36DB9" w:rsidRPr="00951A96">
                        <w:rPr>
                          <w:rStyle w:val="Lienhypertexte"/>
                          <w:sz w:val="16"/>
                          <w:szCs w:val="16"/>
                        </w:rPr>
                        <w:t>mc-mosaique-</w:t>
                      </w:r>
                      <w:r w:rsidR="00A36DB9" w:rsidRPr="00951A96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A36DB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51 14 12 79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8704C3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A36DB9">
                      <w:rPr>
                        <w:color w:val="878786"/>
                        <w:sz w:val="12"/>
                        <w:szCs w:val="12"/>
                      </w:rPr>
                      <w:t xml:space="preserve"> 00056</w:t>
                    </w:r>
                  </w:p>
                  <w:p w:rsidR="00256C33" w:rsidRPr="00BD52B4" w:rsidRDefault="00312BE9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La micro-crèche Mosaïque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8704C3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8704C3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12BE9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704C3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36DB9"/>
    <w:rsid w:val="00A74061"/>
    <w:rsid w:val="00A80E86"/>
    <w:rsid w:val="00A96700"/>
    <w:rsid w:val="00AA247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54F8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C334307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c-mosaique-pdl@vyv3.fr" TargetMode="External"/><Relationship Id="rId1" Type="http://schemas.openxmlformats.org/officeDocument/2006/relationships/hyperlink" Target="mailto:mc-mosaiqu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microsoft.com/office/2006/metadata/properties"/>
    <ds:schemaRef ds:uri="b7fc1b99-8ebe-4374-9cc1-f5204f903109"/>
    <ds:schemaRef ds:uri="14d88cad-2694-4fc8-ba0f-2537f7b00320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61FE21-47AB-4547-9135-189F2F191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2023-12-19T11:33:00Z</dcterms:created>
  <dcterms:modified xsi:type="dcterms:W3CDTF">2024-01-03T14:44:00Z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